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declaration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ARMEES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2816E7">
      <w:pPr>
        <w:numPr>
          <w:ilvl w:val="0"/>
          <w:numId w:val="22"/>
        </w:numPr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0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1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2816E7">
      <w:pPr>
        <w:suppressAutoHyphens/>
        <w:spacing w:line="276" w:lineRule="auto"/>
        <w:jc w:val="center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1006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980DEF" w:rsidRPr="00916052" w:rsidTr="00B417E5">
        <w:trPr>
          <w:trHeight w:val="524"/>
        </w:trPr>
        <w:tc>
          <w:tcPr>
            <w:tcW w:w="10064" w:type="dxa"/>
            <w:shd w:val="clear" w:color="auto" w:fill="auto"/>
            <w:vAlign w:val="center"/>
          </w:tcPr>
          <w:p w:rsidR="00980DEF" w:rsidRPr="00E6242C" w:rsidRDefault="00E6242C" w:rsidP="00EE2608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6242C">
              <w:rPr>
                <w:rFonts w:ascii="Arial" w:hAnsi="Arial" w:cs="Arial"/>
                <w:b/>
                <w:caps/>
                <w:sz w:val="22"/>
                <w:szCs w:val="22"/>
              </w:rPr>
              <w:t>FABRICATION DE GILETS ET TRICOTS DE CORPS</w:t>
            </w:r>
          </w:p>
          <w:p w:rsidR="00E6242C" w:rsidRPr="00916052" w:rsidRDefault="00804B91" w:rsidP="00B417E5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Lot n° 3</w:t>
            </w:r>
            <w:r w:rsidR="006F3AE2" w:rsidRPr="006F3AE2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: </w:t>
            </w:r>
            <w:r w:rsidRPr="00804B91">
              <w:rPr>
                <w:rFonts w:ascii="Arial" w:hAnsi="Arial" w:cs="Arial"/>
                <w:b/>
                <w:caps/>
                <w:sz w:val="22"/>
                <w:szCs w:val="22"/>
              </w:rPr>
              <w:t>Gilets ou tricots de corps EPAAE</w:t>
            </w:r>
          </w:p>
        </w:tc>
      </w:tr>
    </w:tbl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F41C14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 xml:space="preserve">Le soumissionnaire/titulaire déclare que son sous-traitant remplit les conditions pour avoir droit au </w:t>
      </w:r>
      <w:r w:rsidR="00811228" w:rsidRPr="00F41C14">
        <w:rPr>
          <w:rFonts w:ascii="Arial" w:hAnsi="Arial" w:cs="Arial"/>
          <w:b/>
        </w:rPr>
        <w:t>paiement direct </w:t>
      </w:r>
      <w:r w:rsidR="000E020C" w:rsidRPr="00F41C14">
        <w:rPr>
          <w:rFonts w:ascii="Arial" w:hAnsi="Arial" w:cs="Arial"/>
        </w:rPr>
        <w:t xml:space="preserve">(article R. 2193-10 du code de la commande publique) 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074C13">
        <w:rPr>
          <w:rFonts w:ascii="Arial" w:hAnsi="Arial" w:cs="Arial"/>
        </w:rPr>
      </w:r>
      <w:r w:rsidR="00074C13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F41C14">
        <w:rPr>
          <w:rFonts w:ascii="Arial" w:hAnsi="Arial" w:cs="Arial"/>
        </w:rPr>
        <w:t xml:space="preserve">(article R. 2193-10 du code de la commande publique) </w:t>
      </w:r>
      <w:r w:rsidRPr="00283630">
        <w:rPr>
          <w:rFonts w:ascii="Arial" w:hAnsi="Arial" w:cs="Arial"/>
        </w:rPr>
        <w:t>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074C13">
        <w:rPr>
          <w:rFonts w:ascii="Arial" w:hAnsi="Arial" w:cs="Arial"/>
        </w:rPr>
      </w:r>
      <w:r w:rsidR="00074C13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51104A" w:rsidRPr="00283630" w:rsidRDefault="0051104A" w:rsidP="00EE2608">
      <w:pPr>
        <w:spacing w:line="276" w:lineRule="auto"/>
        <w:jc w:val="both"/>
        <w:rPr>
          <w:rFonts w:ascii="Arial" w:hAnsi="Arial" w:cs="Arial"/>
        </w:rPr>
      </w:pPr>
    </w:p>
    <w:p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</w:t>
      </w:r>
      <w:proofErr w:type="gramEnd"/>
      <w:r w:rsidRPr="00283630">
        <w:rPr>
          <w:rFonts w:ascii="Arial" w:hAnsi="Arial" w:cs="Arial"/>
        </w:rPr>
        <w:t xml:space="preserve"> l’accord-cadre ouvre droit à une avance, le sous-traitant ne pourra y prétendre.</w:t>
      </w:r>
    </w:p>
    <w:p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25515A">
        <w:rPr>
          <w:rFonts w:ascii="Arial" w:hAnsi="Arial" w:cs="Arial"/>
        </w:rPr>
        <w:t>le</w:t>
      </w:r>
      <w:proofErr w:type="gramEnd"/>
      <w:r w:rsidRPr="0025515A">
        <w:rPr>
          <w:rFonts w:ascii="Arial" w:hAnsi="Arial" w:cs="Arial"/>
        </w:rPr>
        <w:t xml:space="preserve">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:rsidR="00074C13" w:rsidRDefault="00074C1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B9169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2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BE1" w:rsidRDefault="00C04BE1">
      <w:r>
        <w:separator/>
      </w:r>
    </w:p>
  </w:endnote>
  <w:endnote w:type="continuationSeparator" w:id="0">
    <w:p w:rsidR="00C04BE1" w:rsidRDefault="00C0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E04B70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E04B70" w:rsidRDefault="00B9169A" w:rsidP="00B9169A">
          <w:pPr>
            <w:ind w:left="142"/>
            <w:jc w:val="both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  <w:bCs/>
            </w:rPr>
            <w:t>DC4 – Déclaration de sous-traitance</w:t>
          </w:r>
          <w:r>
            <w:rPr>
              <w:rFonts w:ascii="Marianne" w:hAnsi="Marianne" w:cs="Arial"/>
              <w:b/>
              <w:bCs/>
            </w:rPr>
            <w:t xml:space="preserve"> - Annexe</w:t>
          </w:r>
        </w:p>
      </w:tc>
      <w:tc>
        <w:tcPr>
          <w:tcW w:w="851" w:type="dxa"/>
          <w:shd w:val="clear" w:color="auto" w:fill="BDD6EE"/>
        </w:tcPr>
        <w:p w:rsidR="00B9169A" w:rsidRPr="00E04B70" w:rsidRDefault="00B9169A" w:rsidP="00ED6722">
          <w:pPr>
            <w:jc w:val="right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</w:rPr>
            <w:fldChar w:fldCharType="begin"/>
          </w:r>
          <w:r w:rsidRPr="00E04B70">
            <w:rPr>
              <w:rFonts w:ascii="Marianne" w:hAnsi="Marianne" w:cs="Arial"/>
              <w:b/>
            </w:rPr>
            <w:instrText xml:space="preserve"> PAGE </w:instrText>
          </w:r>
          <w:r w:rsidRPr="00E04B70">
            <w:rPr>
              <w:rFonts w:ascii="Marianne" w:hAnsi="Marianne" w:cs="Arial"/>
              <w:b/>
            </w:rPr>
            <w:fldChar w:fldCharType="separate"/>
          </w:r>
          <w:r w:rsidR="00074C13">
            <w:rPr>
              <w:rFonts w:ascii="Marianne" w:hAnsi="Marianne" w:cs="Arial"/>
              <w:b/>
              <w:noProof/>
            </w:rPr>
            <w:t>2</w:t>
          </w:r>
          <w:r w:rsidRPr="00E04B70">
            <w:rPr>
              <w:rFonts w:ascii="Marianne" w:hAnsi="Marianne" w:cs="Arial"/>
              <w:b/>
            </w:rPr>
            <w:fldChar w:fldCharType="end"/>
          </w:r>
          <w:r w:rsidRPr="00E04B70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E04B70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074C13">
            <w:rPr>
              <w:rStyle w:val="Numrodepage"/>
              <w:rFonts w:ascii="Marianne" w:hAnsi="Marianne" w:cs="Arial"/>
              <w:b/>
              <w:noProof/>
            </w:rPr>
            <w:t>2</w: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BE1" w:rsidRDefault="00C04BE1">
      <w:r>
        <w:separator/>
      </w:r>
    </w:p>
  </w:footnote>
  <w:footnote w:type="continuationSeparator" w:id="0">
    <w:p w:rsidR="00C04BE1" w:rsidRDefault="00C04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:rsidR="00E04B70" w:rsidRPr="0002051B" w:rsidRDefault="00E04B70" w:rsidP="00E04B70">
    <w:pPr>
      <w:pStyle w:val="ZEmetteur"/>
    </w:pPr>
    <w:r>
      <w:t>Plate-forme commissariat Rambouillet</w:t>
    </w:r>
  </w:p>
  <w:p w:rsidR="00E04B70" w:rsidRPr="0002051B" w:rsidRDefault="00E04B70" w:rsidP="00E04B70">
    <w:pPr>
      <w:pStyle w:val="ZEmetteur"/>
    </w:pPr>
    <w:r>
      <w:t>Division Achats Publics</w:t>
    </w:r>
  </w:p>
  <w:p w:rsidR="00AE6410" w:rsidRDefault="00C91459" w:rsidP="00F41C14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74C13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4B2"/>
    <w:rsid w:val="00495D65"/>
    <w:rsid w:val="004A1975"/>
    <w:rsid w:val="004A35EC"/>
    <w:rsid w:val="004A5547"/>
    <w:rsid w:val="004B1A22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3AE2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4B91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25459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4F60"/>
    <w:rsid w:val="00A06D8A"/>
    <w:rsid w:val="00A11F05"/>
    <w:rsid w:val="00A149E1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7E5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A5E8D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4BE1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CF3C7A"/>
    <w:rsid w:val="00D12646"/>
    <w:rsid w:val="00D230B7"/>
    <w:rsid w:val="00D33D01"/>
    <w:rsid w:val="00D3750A"/>
    <w:rsid w:val="00D43935"/>
    <w:rsid w:val="00D439E3"/>
    <w:rsid w:val="00D46CCB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42C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1C14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0CAB6-71EE-4E84-8C10-5BD1B437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2</Pages>
  <Words>334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2496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6</cp:revision>
  <cp:lastPrinted>2019-03-13T16:36:00Z</cp:lastPrinted>
  <dcterms:created xsi:type="dcterms:W3CDTF">2025-06-02T12:11:00Z</dcterms:created>
  <dcterms:modified xsi:type="dcterms:W3CDTF">2025-07-09T09:19:00Z</dcterms:modified>
</cp:coreProperties>
</file>